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FBFB7" w14:textId="77777777" w:rsidR="003015A8" w:rsidRDefault="003015A8" w:rsidP="003015A8">
      <w:pPr>
        <w:pStyle w:val="chapter"/>
        <w:spacing w:line="360" w:lineRule="auto"/>
      </w:pPr>
      <w:r w:rsidRPr="003015A8">
        <w:t>A</w:t>
      </w:r>
      <w:r w:rsidR="00C22FDB">
        <w:t>ppendix</w:t>
      </w:r>
      <w:r w:rsidRPr="003015A8">
        <w:t xml:space="preserve"> </w:t>
      </w:r>
      <w:r w:rsidR="00962DF7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No]"/>
            </w:textInput>
          </w:ffData>
        </w:fldChar>
      </w:r>
      <w:r w:rsidR="00962DF7">
        <w:instrText xml:space="preserve"> FORMTEXT </w:instrText>
      </w:r>
      <w:r w:rsidR="00962DF7">
        <w:fldChar w:fldCharType="separate"/>
      </w:r>
      <w:r w:rsidR="00962DF7">
        <w:rPr>
          <w:noProof/>
        </w:rPr>
        <w:t>[No]</w:t>
      </w:r>
      <w:r w:rsidR="00962DF7">
        <w:fldChar w:fldCharType="end"/>
      </w:r>
    </w:p>
    <w:p w14:paraId="146AB576" w14:textId="77777777" w:rsidR="003015A8" w:rsidRDefault="003015A8" w:rsidP="003015A8">
      <w:pPr>
        <w:pStyle w:val="chapter"/>
        <w:spacing w:line="360" w:lineRule="auto"/>
      </w:pPr>
    </w:p>
    <w:p w14:paraId="5CC02B82" w14:textId="77777777" w:rsidR="003015A8" w:rsidRDefault="003015A8" w:rsidP="003015A8">
      <w:pPr>
        <w:pStyle w:val="chapter"/>
        <w:spacing w:line="360" w:lineRule="auto"/>
      </w:pPr>
      <w:r w:rsidRPr="001C3C4E"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itle of Appendix]"/>
            </w:textInput>
          </w:ffData>
        </w:fldChar>
      </w:r>
      <w:r w:rsidRPr="001C3C4E">
        <w:instrText xml:space="preserve"> FORMTEXT </w:instrText>
      </w:r>
      <w:r w:rsidRPr="001C3C4E">
        <w:fldChar w:fldCharType="separate"/>
      </w:r>
      <w:r>
        <w:rPr>
          <w:noProof/>
        </w:rPr>
        <w:t>[Title of Appendix]</w:t>
      </w:r>
      <w:r w:rsidRPr="001C3C4E">
        <w:fldChar w:fldCharType="end"/>
      </w:r>
    </w:p>
    <w:p w14:paraId="53520A8B" w14:textId="77777777" w:rsidR="003015A8" w:rsidRDefault="003015A8" w:rsidP="003015A8">
      <w:pPr>
        <w:pStyle w:val="chapter"/>
        <w:spacing w:line="360" w:lineRule="auto"/>
      </w:pPr>
    </w:p>
    <w:p w14:paraId="0D6B5B0E" w14:textId="77777777" w:rsidR="009062FB" w:rsidRPr="00C36A11" w:rsidRDefault="00C36A11" w:rsidP="009062FB">
      <w:pPr>
        <w:pStyle w:val="chapter"/>
        <w:spacing w:line="360" w:lineRule="auto"/>
        <w:ind w:firstLine="720"/>
        <w:jc w:val="left"/>
        <w:rPr>
          <w:b w:val="0"/>
          <w:bCs w:val="0"/>
          <w:sz w:val="24"/>
          <w:szCs w:val="24"/>
        </w:rPr>
      </w:pP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  <w:r w:rsidRPr="00C36A11">
        <w:rPr>
          <w:b w:val="0"/>
          <w:bCs w:val="0"/>
          <w:sz w:val="24"/>
          <w:szCs w:val="24"/>
        </w:rPr>
        <w:fldChar w:fldCharType="begin">
          <w:ffData>
            <w:name w:val=""/>
            <w:enabled/>
            <w:calcOnExit w:val="0"/>
            <w:statusText w:type="text" w:val="พิมพ์เนื้อหา"/>
            <w:textInput>
              <w:default w:val="[Text]"/>
            </w:textInput>
          </w:ffData>
        </w:fldChar>
      </w:r>
      <w:r w:rsidRPr="00C36A11">
        <w:rPr>
          <w:b w:val="0"/>
          <w:bCs w:val="0"/>
          <w:sz w:val="24"/>
          <w:szCs w:val="24"/>
        </w:rPr>
        <w:instrText xml:space="preserve"> FORMTEXT </w:instrText>
      </w:r>
      <w:r w:rsidRPr="00C36A11">
        <w:rPr>
          <w:b w:val="0"/>
          <w:bCs w:val="0"/>
          <w:sz w:val="24"/>
          <w:szCs w:val="24"/>
        </w:rPr>
      </w:r>
      <w:r w:rsidRPr="00C36A11">
        <w:rPr>
          <w:b w:val="0"/>
          <w:bCs w:val="0"/>
          <w:sz w:val="24"/>
          <w:szCs w:val="24"/>
        </w:rPr>
        <w:fldChar w:fldCharType="separate"/>
      </w:r>
      <w:r w:rsidRPr="00C36A11">
        <w:rPr>
          <w:b w:val="0"/>
          <w:bCs w:val="0"/>
          <w:noProof/>
          <w:sz w:val="24"/>
          <w:szCs w:val="24"/>
        </w:rPr>
        <w:t>[Text]</w:t>
      </w:r>
      <w:r w:rsidRPr="00C36A11">
        <w:rPr>
          <w:b w:val="0"/>
          <w:bCs w:val="0"/>
          <w:sz w:val="24"/>
          <w:szCs w:val="24"/>
        </w:rPr>
        <w:fldChar w:fldCharType="end"/>
      </w:r>
      <w:r w:rsidRPr="000F0316">
        <w:rPr>
          <w:b w:val="0"/>
          <w:bCs w:val="0"/>
          <w:noProof/>
          <w:sz w:val="24"/>
          <w:szCs w:val="24"/>
        </w:rPr>
        <w:t xml:space="preserve"> </w:t>
      </w:r>
    </w:p>
    <w:p w14:paraId="6A90D26B" w14:textId="77777777" w:rsidR="003015A8" w:rsidRPr="00C36A11" w:rsidRDefault="003015A8" w:rsidP="003015A8">
      <w:pPr>
        <w:pStyle w:val="chapter"/>
        <w:spacing w:line="360" w:lineRule="auto"/>
        <w:jc w:val="left"/>
        <w:rPr>
          <w:b w:val="0"/>
          <w:bCs w:val="0"/>
          <w:sz w:val="24"/>
          <w:szCs w:val="24"/>
        </w:rPr>
      </w:pPr>
    </w:p>
    <w:p w14:paraId="50E544C3" w14:textId="77777777" w:rsidR="003015A8" w:rsidRPr="00C36A11" w:rsidRDefault="003015A8" w:rsidP="003015A8">
      <w:pPr>
        <w:pStyle w:val="chapter"/>
        <w:spacing w:line="360" w:lineRule="auto"/>
        <w:jc w:val="left"/>
        <w:rPr>
          <w:b w:val="0"/>
          <w:bCs w:val="0"/>
          <w:sz w:val="24"/>
          <w:szCs w:val="24"/>
        </w:rPr>
        <w:sectPr w:rsidR="003015A8" w:rsidRPr="00C36A11" w:rsidSect="00381C75">
          <w:headerReference w:type="even" r:id="rId6"/>
          <w:headerReference w:type="default" r:id="rId7"/>
          <w:pgSz w:w="11909" w:h="16834" w:code="9"/>
          <w:pgMar w:top="1800" w:right="1440" w:bottom="1440" w:left="2160" w:header="1440" w:footer="720" w:gutter="0"/>
          <w:pgNumType w:start="1"/>
          <w:cols w:space="708"/>
          <w:noEndnote/>
          <w:titlePg/>
          <w:docGrid w:linePitch="326"/>
        </w:sectPr>
      </w:pPr>
    </w:p>
    <w:p w14:paraId="068BCA47" w14:textId="77777777" w:rsidR="003015A8" w:rsidRDefault="003015A8" w:rsidP="003015A8">
      <w:pPr>
        <w:pStyle w:val="chapter"/>
        <w:spacing w:line="360" w:lineRule="auto"/>
        <w:jc w:val="left"/>
      </w:pPr>
    </w:p>
    <w:sectPr w:rsidR="003015A8" w:rsidSect="003015A8">
      <w:pgSz w:w="11909" w:h="16834" w:code="9"/>
      <w:pgMar w:top="2160" w:right="1440" w:bottom="1440" w:left="2160" w:header="144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C6F4CF" w14:textId="77777777" w:rsidR="00654C6B" w:rsidRDefault="00654C6B">
      <w:r>
        <w:separator/>
      </w:r>
    </w:p>
  </w:endnote>
  <w:endnote w:type="continuationSeparator" w:id="0">
    <w:p w14:paraId="590DA3DA" w14:textId="77777777" w:rsidR="00654C6B" w:rsidRDefault="00654C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UPC">
    <w:altName w:val="Arial Unicode MS"/>
    <w:charset w:val="DE"/>
    <w:family w:val="swiss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roman"/>
    <w:pitch w:val="variable"/>
    <w:sig w:usb0="01000000" w:usb1="00000000" w:usb2="00000000" w:usb3="00000000" w:csb0="0001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78EB" w14:textId="77777777" w:rsidR="00654C6B" w:rsidRDefault="00654C6B">
      <w:r>
        <w:separator/>
      </w:r>
    </w:p>
  </w:footnote>
  <w:footnote w:type="continuationSeparator" w:id="0">
    <w:p w14:paraId="291B672E" w14:textId="77777777" w:rsidR="00654C6B" w:rsidRDefault="00654C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E9EDC" w14:textId="77777777" w:rsidR="003475C9" w:rsidRDefault="003475C9" w:rsidP="003015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9C1513C" w14:textId="77777777" w:rsidR="003475C9" w:rsidRDefault="003475C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B5EEF4" w14:textId="77777777" w:rsidR="003475C9" w:rsidRDefault="003475C9" w:rsidP="003015A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B0862">
      <w:rPr>
        <w:rStyle w:val="PageNumber"/>
        <w:noProof/>
      </w:rPr>
      <w:t>2</w:t>
    </w:r>
    <w:r>
      <w:rPr>
        <w:rStyle w:val="PageNumber"/>
      </w:rPr>
      <w:fldChar w:fldCharType="end"/>
    </w:r>
  </w:p>
  <w:p w14:paraId="259CEF18" w14:textId="77777777" w:rsidR="003475C9" w:rsidRDefault="003475C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p99zX2EL0PIdxs2AoCKjaOMz3KTjitYSWDsEIp+o0O5wBnd8e+jdiFgofULD2QjKr2OQKvV3KbJJs33wjH8KXw==" w:salt="Drm3XPC4oglrEdYkd2mxjA==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40E8"/>
    <w:rsid w:val="000E349A"/>
    <w:rsid w:val="000F0316"/>
    <w:rsid w:val="002B35D9"/>
    <w:rsid w:val="002F716B"/>
    <w:rsid w:val="003015A8"/>
    <w:rsid w:val="003475C9"/>
    <w:rsid w:val="00381C75"/>
    <w:rsid w:val="003B0862"/>
    <w:rsid w:val="0040648D"/>
    <w:rsid w:val="004246EA"/>
    <w:rsid w:val="00556BB1"/>
    <w:rsid w:val="00571BDE"/>
    <w:rsid w:val="005F15C0"/>
    <w:rsid w:val="00654C6B"/>
    <w:rsid w:val="006D5F43"/>
    <w:rsid w:val="00751971"/>
    <w:rsid w:val="009062FB"/>
    <w:rsid w:val="00932642"/>
    <w:rsid w:val="00962DF7"/>
    <w:rsid w:val="00AA4F66"/>
    <w:rsid w:val="00B65685"/>
    <w:rsid w:val="00B70B53"/>
    <w:rsid w:val="00C22FDB"/>
    <w:rsid w:val="00C36A11"/>
    <w:rsid w:val="00C540E8"/>
    <w:rsid w:val="00D50D15"/>
    <w:rsid w:val="00EC2868"/>
    <w:rsid w:val="00EC513D"/>
    <w:rsid w:val="00F55039"/>
    <w:rsid w:val="00F6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B5BD79"/>
  <w15:chartTrackingRefBased/>
  <w15:docId w15:val="{6A4BC5E3-F87F-46F4-A535-B510EF87C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32"/>
      <w:lang w:bidi="th-TH"/>
    </w:rPr>
  </w:style>
  <w:style w:type="paragraph" w:styleId="Heading1">
    <w:name w:val="heading 1"/>
    <w:basedOn w:val="Normal"/>
    <w:next w:val="Normal"/>
    <w:qFormat/>
    <w:rsid w:val="003015A8"/>
    <w:pPr>
      <w:keepNext/>
      <w:jc w:val="center"/>
      <w:outlineLvl w:val="0"/>
    </w:pPr>
    <w:rPr>
      <w:rFonts w:ascii="CordiaUPC" w:eastAsia="Cordia New" w:hAnsi="CordiaUPC" w:cs="CordiaUPC"/>
      <w:b/>
      <w:bCs/>
      <w:sz w:val="40"/>
      <w:szCs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หัวข้อ1"/>
    <w:basedOn w:val="Normal"/>
    <w:rsid w:val="00D50D15"/>
    <w:rPr>
      <w:rFonts w:ascii="Cordia New" w:hAnsi="Cordia New" w:cs="Cordia New"/>
      <w:b/>
      <w:bCs/>
      <w:sz w:val="36"/>
      <w:szCs w:val="36"/>
    </w:rPr>
  </w:style>
  <w:style w:type="paragraph" w:customStyle="1" w:styleId="111">
    <w:name w:val="หัวข้อ1.1.1"/>
    <w:basedOn w:val="Normal"/>
    <w:rsid w:val="00D50D15"/>
    <w:pPr>
      <w:tabs>
        <w:tab w:val="left" w:pos="720"/>
      </w:tabs>
    </w:pPr>
    <w:rPr>
      <w:rFonts w:ascii="Cordia New" w:hAnsi="Cordia New" w:cs="Cordia New"/>
      <w:sz w:val="32"/>
    </w:rPr>
  </w:style>
  <w:style w:type="paragraph" w:customStyle="1" w:styleId="1111">
    <w:name w:val="หัวข้อ1.1.1.1"/>
    <w:basedOn w:val="111"/>
    <w:rsid w:val="00D50D15"/>
    <w:pPr>
      <w:tabs>
        <w:tab w:val="clear" w:pos="720"/>
        <w:tab w:val="left" w:pos="1368"/>
      </w:tabs>
    </w:pPr>
  </w:style>
  <w:style w:type="paragraph" w:customStyle="1" w:styleId="10">
    <w:name w:val="หัวข้อ1)"/>
    <w:next w:val="BodyTextIndent"/>
    <w:rsid w:val="00F6320A"/>
    <w:pPr>
      <w:tabs>
        <w:tab w:val="left" w:pos="2160"/>
      </w:tabs>
    </w:pPr>
    <w:rPr>
      <w:rFonts w:cs="Times New Roman"/>
      <w:sz w:val="24"/>
      <w:szCs w:val="24"/>
      <w:lang w:bidi="th-TH"/>
    </w:rPr>
  </w:style>
  <w:style w:type="paragraph" w:customStyle="1" w:styleId="11">
    <w:name w:val="หัวข้อ(1)"/>
    <w:basedOn w:val="1111"/>
    <w:rsid w:val="00D50D15"/>
    <w:pPr>
      <w:tabs>
        <w:tab w:val="clear" w:pos="1368"/>
        <w:tab w:val="left" w:pos="2520"/>
      </w:tabs>
    </w:pPr>
  </w:style>
  <w:style w:type="paragraph" w:customStyle="1" w:styleId="11110">
    <w:name w:val="ย่อ1.1.1.1"/>
    <w:basedOn w:val="Normal"/>
    <w:rsid w:val="00EC513D"/>
    <w:pPr>
      <w:tabs>
        <w:tab w:val="left" w:pos="1368"/>
      </w:tabs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2">
    <w:name w:val="ลักษณะ1"/>
    <w:basedOn w:val="Normal"/>
    <w:rsid w:val="00EC513D"/>
    <w:pPr>
      <w:ind w:firstLine="1368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11111">
    <w:name w:val="ย่อหน้า1.1.1.1"/>
    <w:basedOn w:val="Normal"/>
    <w:autoRedefine/>
    <w:rsid w:val="002B35D9"/>
    <w:pPr>
      <w:tabs>
        <w:tab w:val="left" w:pos="1368"/>
      </w:tabs>
      <w:ind w:firstLine="1368"/>
    </w:pPr>
    <w:rPr>
      <w:rFonts w:ascii="Cordia New" w:hAnsi="Cordia New" w:cs="Cordia New"/>
      <w:sz w:val="32"/>
    </w:rPr>
  </w:style>
  <w:style w:type="paragraph" w:customStyle="1" w:styleId="110">
    <w:name w:val="ย่อหน้า(1.1)"/>
    <w:basedOn w:val="Normal"/>
    <w:autoRedefine/>
    <w:rsid w:val="0040648D"/>
    <w:pPr>
      <w:tabs>
        <w:tab w:val="left" w:pos="900"/>
      </w:tabs>
      <w:ind w:firstLine="2952"/>
      <w:jc w:val="thaiDistribute"/>
    </w:pPr>
    <w:rPr>
      <w:rFonts w:ascii="Cordia New" w:eastAsia="SimSun" w:hAnsi="Cordia New" w:cs="Cordia New"/>
      <w:sz w:val="32"/>
      <w:lang w:eastAsia="zh-CN"/>
    </w:rPr>
  </w:style>
  <w:style w:type="paragraph" w:customStyle="1" w:styleId="a">
    <w:name w:val="บทที่"/>
    <w:rsid w:val="00932642"/>
    <w:pPr>
      <w:jc w:val="center"/>
    </w:pPr>
    <w:rPr>
      <w:rFonts w:ascii="Arial" w:hAnsi="Arial"/>
      <w:b/>
      <w:bCs/>
      <w:kern w:val="28"/>
      <w:sz w:val="32"/>
      <w:szCs w:val="40"/>
      <w:lang w:bidi="th-TH"/>
    </w:rPr>
  </w:style>
  <w:style w:type="paragraph" w:customStyle="1" w:styleId="3">
    <w:name w:val="ลักษณะ3"/>
    <w:basedOn w:val="1"/>
    <w:next w:val="1"/>
    <w:rsid w:val="00932642"/>
    <w:rPr>
      <w:rFonts w:cs="Angsana New"/>
      <w:bCs w:val="0"/>
    </w:rPr>
  </w:style>
  <w:style w:type="paragraph" w:customStyle="1" w:styleId="112">
    <w:name w:val="หัวข้อ1.1"/>
    <w:rsid w:val="00F6320A"/>
    <w:rPr>
      <w:rFonts w:ascii="Cordia New" w:hAnsi="Cordia New" w:cs="Times New Roman"/>
      <w:sz w:val="32"/>
      <w:szCs w:val="32"/>
      <w:lang w:bidi="th-TH"/>
    </w:rPr>
  </w:style>
  <w:style w:type="paragraph" w:styleId="BodyTextIndent">
    <w:name w:val="Body Text Indent"/>
    <w:basedOn w:val="Normal"/>
    <w:rsid w:val="00F6320A"/>
    <w:pPr>
      <w:spacing w:after="120"/>
      <w:ind w:left="360"/>
    </w:pPr>
  </w:style>
  <w:style w:type="paragraph" w:customStyle="1" w:styleId="chapter">
    <w:name w:val="chapter"/>
    <w:basedOn w:val="Normal"/>
    <w:rsid w:val="000E349A"/>
    <w:pPr>
      <w:jc w:val="center"/>
    </w:pPr>
    <w:rPr>
      <w:rFonts w:cs="Times New Roman"/>
      <w:b/>
      <w:bCs/>
      <w:sz w:val="28"/>
      <w:szCs w:val="28"/>
    </w:rPr>
  </w:style>
  <w:style w:type="paragraph" w:styleId="Header">
    <w:name w:val="header"/>
    <w:basedOn w:val="Normal"/>
    <w:rsid w:val="003015A8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015A8"/>
  </w:style>
  <w:style w:type="paragraph" w:styleId="Footer">
    <w:name w:val="footer"/>
    <w:basedOn w:val="Normal"/>
    <w:rsid w:val="003015A8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anvi\OneDrive\Documents\PGDIT%20PROJECT%20TEMPLATE\12.APPENDI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12.APPENDIX</Template>
  <TotalTime>1</TotalTime>
  <Pages>2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APPENDIX [No]</vt:lpstr>
      <vt:lpstr>APPENDIX [No]</vt:lpstr>
    </vt:vector>
  </TitlesOfParts>
  <Company>MPP</Company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[No]</dc:title>
  <dc:subject/>
  <dc:creator>MHT</dc:creator>
  <cp:keywords/>
  <dc:description/>
  <cp:lastModifiedBy>Hasnat Tanvir</cp:lastModifiedBy>
  <cp:revision>1</cp:revision>
  <dcterms:created xsi:type="dcterms:W3CDTF">2023-10-29T07:32:00Z</dcterms:created>
  <dcterms:modified xsi:type="dcterms:W3CDTF">2023-10-29T07:33:00Z</dcterms:modified>
</cp:coreProperties>
</file>